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BEC" w:rsidRPr="00EB7066" w:rsidRDefault="00DC20F6" w:rsidP="00EB7066">
      <w:pPr>
        <w:spacing w:before="100" w:beforeAutospacing="1" w:after="100" w:afterAutospacing="1"/>
        <w:contextualSpacing/>
        <w:jc w:val="center"/>
        <w:rPr>
          <w:b/>
          <w:color w:val="1F497D" w:themeColor="text2"/>
        </w:rPr>
      </w:pPr>
      <w:r w:rsidRPr="00EB7066">
        <w:rPr>
          <w:b/>
          <w:color w:val="1F497D" w:themeColor="text2"/>
          <w:u w:val="single"/>
        </w:rPr>
        <w:t>COMPETITION</w:t>
      </w:r>
      <w:r w:rsidR="00915BEC" w:rsidRPr="00EB7066">
        <w:rPr>
          <w:b/>
          <w:color w:val="1F497D" w:themeColor="text2"/>
          <w:u w:val="single"/>
        </w:rPr>
        <w:t xml:space="preserve"> </w:t>
      </w:r>
      <w:r w:rsidR="00D6031A" w:rsidRPr="00EB7066">
        <w:rPr>
          <w:b/>
          <w:color w:val="1F497D" w:themeColor="text2"/>
          <w:u w:val="single"/>
        </w:rPr>
        <w:t xml:space="preserve">SETUP &amp; </w:t>
      </w:r>
      <w:r w:rsidR="00915BEC" w:rsidRPr="00EB7066">
        <w:rPr>
          <w:b/>
          <w:color w:val="1F497D" w:themeColor="text2"/>
          <w:u w:val="single"/>
        </w:rPr>
        <w:t xml:space="preserve">FORMAT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10521"/>
      </w:tblGrid>
      <w:tr w:rsidR="002041A3" w:rsidRPr="00EB7066" w:rsidTr="006F08A0">
        <w:trPr>
          <w:trHeight w:val="683"/>
          <w:tblCellSpacing w:w="15" w:type="dxa"/>
        </w:trPr>
        <w:tc>
          <w:tcPr>
            <w:tcW w:w="0" w:type="auto"/>
            <w:vAlign w:val="center"/>
            <w:hideMark/>
          </w:tcPr>
          <w:p w:rsidR="002041A3" w:rsidRPr="00EB7066" w:rsidRDefault="00680F73" w:rsidP="00EB7066">
            <w:pPr>
              <w:spacing w:before="100" w:beforeAutospacing="1" w:after="100" w:afterAutospacing="1"/>
              <w:ind w:left="0" w:firstLine="0"/>
              <w:contextualSpacing/>
              <w:jc w:val="center"/>
              <w:rPr>
                <w:color w:val="1F497D" w:themeColor="text2"/>
              </w:rPr>
            </w:pPr>
            <w:r w:rsidRPr="00EB7066">
              <w:rPr>
                <w:color w:val="1F497D" w:themeColor="text2"/>
              </w:rPr>
              <w:t>THIS INFORMATION</w:t>
            </w:r>
            <w:r w:rsidR="00687D47" w:rsidRPr="00EB7066">
              <w:rPr>
                <w:color w:val="1F497D" w:themeColor="text2"/>
              </w:rPr>
              <w:t xml:space="preserve"> MUST BE SUBMITTED </w:t>
            </w:r>
            <w:r w:rsidR="00687D47" w:rsidRPr="00EB7066">
              <w:rPr>
                <w:color w:val="1F497D" w:themeColor="text2"/>
                <w:u w:val="single"/>
              </w:rPr>
              <w:t>6 MONTHS BEFORE</w:t>
            </w:r>
            <w:r w:rsidR="00687D47" w:rsidRPr="00EB7066">
              <w:rPr>
                <w:color w:val="1F497D" w:themeColor="text2"/>
              </w:rPr>
              <w:t xml:space="preserve"> THE </w:t>
            </w:r>
            <w:r w:rsidR="006C161C" w:rsidRPr="00EB7066">
              <w:rPr>
                <w:color w:val="1F497D" w:themeColor="text2"/>
              </w:rPr>
              <w:t>COMPETITION DATE</w:t>
            </w:r>
          </w:p>
          <w:p w:rsidR="00EB7066" w:rsidRPr="00EB7066" w:rsidRDefault="00EB7066" w:rsidP="006C62A6">
            <w:pPr>
              <w:spacing w:before="100" w:beforeAutospacing="1" w:after="100" w:afterAutospacing="1"/>
              <w:contextualSpacing/>
              <w:rPr>
                <w:color w:val="1F497D" w:themeColor="text2"/>
                <w:u w:val="single"/>
              </w:rPr>
            </w:pPr>
          </w:p>
          <w:p w:rsidR="006C62A6" w:rsidRPr="00EB7066" w:rsidRDefault="006C62A6" w:rsidP="006C62A6">
            <w:pPr>
              <w:spacing w:before="100" w:beforeAutospacing="1" w:after="100" w:afterAutospacing="1"/>
              <w:contextualSpacing/>
              <w:rPr>
                <w:color w:val="1F497D" w:themeColor="text2"/>
              </w:rPr>
            </w:pPr>
            <w:r w:rsidRPr="00EB7066">
              <w:rPr>
                <w:color w:val="1F497D" w:themeColor="text2"/>
                <w:u w:val="single"/>
              </w:rPr>
              <w:t>Competition name using the following naming convention</w:t>
            </w:r>
          </w:p>
          <w:p w:rsidR="00EB7066" w:rsidRPr="00EB7066" w:rsidRDefault="00372206" w:rsidP="006C62A6">
            <w:pPr>
              <w:spacing w:before="100" w:beforeAutospacing="1" w:after="100" w:afterAutospacing="1"/>
              <w:contextualSpacing/>
              <w:rPr>
                <w:color w:val="1F497D" w:themeColor="text2"/>
              </w:rPr>
            </w:pPr>
            <w:r>
              <w:rPr>
                <w:color w:val="1F497D" w:themeColor="text2"/>
              </w:rPr>
              <w:t>Name of Chapter, Competition year eg 2017/18, Round number eg 1,2,3.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451"/>
            </w:tblGrid>
            <w:tr w:rsidR="00EB7066" w:rsidRPr="00EB7066" w:rsidTr="00192959">
              <w:permStart w:id="0" w:edGrp="everyone" w:colFirst="0" w:colLast="0" w:displacedByCustomXml="next"/>
              <w:sdt>
                <w:sdtPr>
                  <w:rPr>
                    <w:color w:val="1F497D" w:themeColor="text2"/>
                    <w:lang w:eastAsia="en-AU"/>
                  </w:rPr>
                  <w:id w:val="154735177"/>
                  <w:placeholder>
                    <w:docPart w:val="D1C6461DC196422A8F0490CB69AEBDE0"/>
                  </w:placeholder>
                </w:sdtPr>
                <w:sdtContent>
                  <w:tc>
                    <w:tcPr>
                      <w:tcW w:w="10451" w:type="dxa"/>
                    </w:tcPr>
                    <w:sdt>
                      <w:sdtPr>
                        <w:rPr>
                          <w:color w:val="1F497D" w:themeColor="text2"/>
                          <w:lang w:eastAsia="en-AU"/>
                        </w:rPr>
                        <w:id w:val="154735219"/>
                        <w:placeholder>
                          <w:docPart w:val="DefaultPlaceholder_22675703"/>
                        </w:placeholder>
                        <w:showingPlcHdr/>
                      </w:sdtPr>
                      <w:sdtContent>
                        <w:p w:rsidR="00EB7066" w:rsidRPr="00EB7066" w:rsidRDefault="00372206" w:rsidP="00C750E7">
                          <w:pPr>
                            <w:ind w:left="0" w:firstLine="0"/>
                            <w:contextualSpacing/>
                            <w:rPr>
                              <w:color w:val="1F497D" w:themeColor="text2"/>
                              <w:lang w:eastAsia="en-AU"/>
                            </w:rPr>
                          </w:pPr>
                          <w:r w:rsidRPr="00160FD5">
                            <w:rPr>
                              <w:rStyle w:val="PlaceholderText"/>
                            </w:rPr>
                            <w:t>Click here to enter text.</w:t>
                          </w:r>
                        </w:p>
                      </w:sdtContent>
                    </w:sdt>
                  </w:tc>
                </w:sdtContent>
              </w:sdt>
            </w:tr>
            <w:permEnd w:id="0"/>
          </w:tbl>
          <w:p w:rsidR="00EB7066" w:rsidRPr="00EB7066" w:rsidRDefault="00EB7066" w:rsidP="006C62A6">
            <w:pPr>
              <w:spacing w:before="100" w:beforeAutospacing="1" w:after="100" w:afterAutospacing="1"/>
              <w:contextualSpacing/>
              <w:rPr>
                <w:color w:val="1F497D" w:themeColor="text2"/>
              </w:rPr>
            </w:pPr>
          </w:p>
          <w:p w:rsidR="006C62A6" w:rsidRPr="00EB7066" w:rsidRDefault="00EB7066" w:rsidP="006C62A6">
            <w:pPr>
              <w:spacing w:before="100" w:beforeAutospacing="1" w:after="100" w:afterAutospacing="1"/>
              <w:contextualSpacing/>
              <w:rPr>
                <w:color w:val="1F497D" w:themeColor="text2"/>
              </w:rPr>
            </w:pPr>
            <w:r w:rsidRPr="00EB7066">
              <w:rPr>
                <w:color w:val="1F497D" w:themeColor="text2"/>
              </w:rPr>
              <w:t>Location where briefing will be held … make sure the address is sat nav compatible so that competitors can find it.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451"/>
            </w:tblGrid>
            <w:tr w:rsidR="006C62A6" w:rsidRPr="00EB7066" w:rsidTr="009A5EC8">
              <w:permStart w:id="1" w:edGrp="everyone" w:colFirst="0" w:colLast="0" w:displacedByCustomXml="next"/>
              <w:sdt>
                <w:sdtPr>
                  <w:rPr>
                    <w:color w:val="1F497D" w:themeColor="text2"/>
                    <w:lang w:eastAsia="en-AU"/>
                  </w:rPr>
                  <w:id w:val="154735195"/>
                  <w:placeholder>
                    <w:docPart w:val="51CCF8580C2847D3B18D07076E23447D"/>
                  </w:placeholder>
                  <w:showingPlcHdr/>
                </w:sdtPr>
                <w:sdtContent>
                  <w:tc>
                    <w:tcPr>
                      <w:tcW w:w="10451" w:type="dxa"/>
                    </w:tcPr>
                    <w:p w:rsidR="006C62A6" w:rsidRPr="00EB7066" w:rsidRDefault="00C750E7" w:rsidP="009A5EC8">
                      <w:pPr>
                        <w:ind w:left="0" w:firstLine="0"/>
                        <w:contextualSpacing/>
                        <w:rPr>
                          <w:color w:val="1F497D" w:themeColor="text2"/>
                          <w:lang w:eastAsia="en-AU"/>
                        </w:rPr>
                      </w:pPr>
                      <w:r w:rsidRPr="00160FD5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  <w:permEnd w:id="1"/>
          </w:tbl>
          <w:p w:rsidR="00EB7066" w:rsidRPr="00EB7066" w:rsidRDefault="00EB7066" w:rsidP="006A1C50">
            <w:pPr>
              <w:spacing w:before="100" w:beforeAutospacing="1" w:after="100" w:afterAutospacing="1"/>
              <w:contextualSpacing/>
              <w:rPr>
                <w:color w:val="1F497D" w:themeColor="text2"/>
                <w:u w:val="single"/>
              </w:rPr>
            </w:pPr>
          </w:p>
          <w:p w:rsidR="00DC20F6" w:rsidRDefault="00DC20F6" w:rsidP="006A1C50">
            <w:pPr>
              <w:spacing w:before="100" w:beforeAutospacing="1" w:after="100" w:afterAutospacing="1"/>
              <w:contextualSpacing/>
              <w:rPr>
                <w:color w:val="1F497D" w:themeColor="text2"/>
                <w:u w:val="single"/>
              </w:rPr>
            </w:pPr>
            <w:r w:rsidRPr="00EB7066">
              <w:rPr>
                <w:color w:val="1F497D" w:themeColor="text2"/>
                <w:u w:val="single"/>
              </w:rPr>
              <w:t>Competition dates</w:t>
            </w:r>
          </w:p>
          <w:p w:rsidR="00372206" w:rsidRPr="00372206" w:rsidRDefault="00372206" w:rsidP="006A1C50">
            <w:pPr>
              <w:spacing w:before="100" w:beforeAutospacing="1" w:after="100" w:afterAutospacing="1"/>
              <w:contextualSpacing/>
              <w:rPr>
                <w:color w:val="1F497D" w:themeColor="text2"/>
              </w:rPr>
            </w:pPr>
            <w:r>
              <w:rPr>
                <w:color w:val="1F497D" w:themeColor="text2"/>
              </w:rPr>
              <w:t>Include</w:t>
            </w:r>
            <w:r w:rsidRPr="00372206">
              <w:rPr>
                <w:color w:val="1F497D" w:themeColor="text2"/>
              </w:rPr>
              <w:t>: date briefing is on as well as competition days.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451"/>
            </w:tblGrid>
            <w:tr w:rsidR="00DC20F6" w:rsidRPr="00EB7066" w:rsidTr="00DC20F6">
              <w:permStart w:id="2" w:edGrp="everyone" w:colFirst="0" w:colLast="0" w:displacedByCustomXml="next"/>
              <w:sdt>
                <w:sdtPr>
                  <w:rPr>
                    <w:color w:val="1F497D" w:themeColor="text2"/>
                    <w:lang w:eastAsia="en-AU"/>
                  </w:rPr>
                  <w:id w:val="154735226"/>
                  <w:placeholder>
                    <w:docPart w:val="DefaultPlaceholder_22675703"/>
                  </w:placeholder>
                  <w:showingPlcHdr/>
                </w:sdtPr>
                <w:sdtContent>
                  <w:tc>
                    <w:tcPr>
                      <w:tcW w:w="10451" w:type="dxa"/>
                    </w:tcPr>
                    <w:p w:rsidR="00DC20F6" w:rsidRPr="00EB7066" w:rsidRDefault="00372206" w:rsidP="00372206">
                      <w:pPr>
                        <w:ind w:left="0" w:firstLine="0"/>
                        <w:contextualSpacing/>
                        <w:rPr>
                          <w:color w:val="1F497D" w:themeColor="text2"/>
                          <w:lang w:eastAsia="en-AU"/>
                        </w:rPr>
                      </w:pPr>
                      <w:r w:rsidRPr="00160FD5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  <w:permEnd w:id="2"/>
          </w:tbl>
          <w:p w:rsidR="006C161C" w:rsidRPr="00EB7066" w:rsidRDefault="006C161C" w:rsidP="006A1C50">
            <w:pPr>
              <w:contextualSpacing/>
              <w:rPr>
                <w:color w:val="1F497D" w:themeColor="text2"/>
                <w:u w:val="single"/>
              </w:rPr>
            </w:pPr>
          </w:p>
          <w:p w:rsidR="00D6031A" w:rsidRDefault="00D6031A" w:rsidP="00D6031A">
            <w:pPr>
              <w:contextualSpacing/>
              <w:rPr>
                <w:color w:val="1F497D" w:themeColor="text2"/>
                <w:u w:val="single"/>
              </w:rPr>
            </w:pPr>
            <w:r w:rsidRPr="00EB7066">
              <w:rPr>
                <w:color w:val="1F497D" w:themeColor="text2"/>
                <w:u w:val="single"/>
              </w:rPr>
              <w:t>Competition organiser</w:t>
            </w:r>
          </w:p>
          <w:p w:rsidR="00372206" w:rsidRPr="00372206" w:rsidRDefault="00372206" w:rsidP="00D6031A">
            <w:pPr>
              <w:contextualSpacing/>
              <w:rPr>
                <w:color w:val="1F497D" w:themeColor="text2"/>
              </w:rPr>
            </w:pPr>
            <w:r w:rsidRPr="00372206">
              <w:rPr>
                <w:color w:val="1F497D" w:themeColor="text2"/>
              </w:rPr>
              <w:t>Enter: Name, phone number, email address</w:t>
            </w:r>
            <w:r>
              <w:rPr>
                <w:color w:val="1F497D" w:themeColor="text2"/>
              </w:rPr>
              <w:t>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348"/>
            </w:tblGrid>
            <w:tr w:rsidR="00D6031A" w:rsidRPr="00EB7066" w:rsidTr="00EB7066">
              <w:permStart w:id="3" w:edGrp="everyone" w:colFirst="0" w:colLast="0" w:displacedByCustomXml="next"/>
              <w:sdt>
                <w:sdtPr>
                  <w:rPr>
                    <w:color w:val="1F497D" w:themeColor="text2"/>
                  </w:rPr>
                  <w:id w:val="154735228"/>
                  <w:placeholder>
                    <w:docPart w:val="DefaultPlaceholder_22675703"/>
                  </w:placeholder>
                  <w:showingPlcHdr/>
                </w:sdtPr>
                <w:sdtContent>
                  <w:tc>
                    <w:tcPr>
                      <w:tcW w:w="10348" w:type="dxa"/>
                    </w:tcPr>
                    <w:p w:rsidR="00D6031A" w:rsidRPr="00EB7066" w:rsidRDefault="00372206" w:rsidP="00A36D16">
                      <w:pPr>
                        <w:rPr>
                          <w:color w:val="1F497D" w:themeColor="text2"/>
                        </w:rPr>
                      </w:pPr>
                      <w:r w:rsidRPr="00160FD5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  <w:permEnd w:id="3"/>
          </w:tbl>
          <w:p w:rsidR="00D6031A" w:rsidRPr="00EB7066" w:rsidRDefault="00D6031A" w:rsidP="00D6031A">
            <w:pPr>
              <w:contextualSpacing/>
              <w:rPr>
                <w:color w:val="1F497D" w:themeColor="text2"/>
              </w:rPr>
            </w:pPr>
          </w:p>
          <w:p w:rsidR="00D6031A" w:rsidRPr="00EB7066" w:rsidRDefault="00EB7066" w:rsidP="00D6031A">
            <w:pPr>
              <w:contextualSpacing/>
              <w:rPr>
                <w:color w:val="1F497D" w:themeColor="text2"/>
                <w:sz w:val="12"/>
                <w:szCs w:val="12"/>
                <w:u w:val="single"/>
              </w:rPr>
            </w:pPr>
            <w:r w:rsidRPr="00EB7066">
              <w:rPr>
                <w:color w:val="1F497D" w:themeColor="text2"/>
                <w:sz w:val="24"/>
                <w:szCs w:val="24"/>
                <w:u w:val="single"/>
              </w:rPr>
              <w:t>A</w:t>
            </w:r>
            <w:r w:rsidR="00D6031A" w:rsidRPr="00EB7066">
              <w:rPr>
                <w:color w:val="1F497D" w:themeColor="text2"/>
                <w:sz w:val="24"/>
                <w:szCs w:val="24"/>
                <w:u w:val="single"/>
              </w:rPr>
              <w:t>ttach a photo that related to the competition, to your email, when you submit this form</w:t>
            </w:r>
            <w:r w:rsidRPr="00EB7066">
              <w:rPr>
                <w:color w:val="1F497D" w:themeColor="text2"/>
                <w:sz w:val="12"/>
                <w:szCs w:val="12"/>
                <w:u w:val="single"/>
              </w:rPr>
              <w:t>.</w:t>
            </w:r>
          </w:p>
          <w:p w:rsidR="00EB7066" w:rsidRPr="00EB7066" w:rsidRDefault="00EB7066" w:rsidP="00D6031A">
            <w:pPr>
              <w:contextualSpacing/>
              <w:rPr>
                <w:color w:val="1F497D" w:themeColor="text2"/>
                <w:sz w:val="12"/>
                <w:szCs w:val="12"/>
              </w:rPr>
            </w:pPr>
          </w:p>
          <w:p w:rsidR="006E6D88" w:rsidRDefault="006E6D88" w:rsidP="006A1C50">
            <w:pPr>
              <w:contextualSpacing/>
            </w:pPr>
            <w:r w:rsidRPr="00EB7066">
              <w:rPr>
                <w:u w:val="single"/>
              </w:rPr>
              <w:t>'</w:t>
            </w:r>
            <w:r w:rsidRPr="00EB7066">
              <w:rPr>
                <w:u w:val="single"/>
                <w:lang w:eastAsia="en-AU"/>
              </w:rPr>
              <w:t>Type of competition</w:t>
            </w:r>
            <w:r w:rsidR="00C750E7">
              <w:rPr>
                <w:u w:val="single"/>
                <w:lang w:eastAsia="en-AU"/>
              </w:rPr>
              <w:t xml:space="preserve"> </w:t>
            </w:r>
            <w:r w:rsidRPr="00EB7066">
              <w:t>' =&gt; '</w:t>
            </w:r>
          </w:p>
          <w:p w:rsidR="00F74BF9" w:rsidRPr="00980AC7" w:rsidRDefault="00F74BF9" w:rsidP="00F74BF9">
            <w:pPr>
              <w:contextualSpacing/>
              <w:rPr>
                <w:color w:val="17365D" w:themeColor="text2" w:themeShade="BF"/>
                <w:lang w:eastAsia="en-AU"/>
              </w:rPr>
            </w:pPr>
            <w:r w:rsidRPr="00980AC7">
              <w:rPr>
                <w:color w:val="17365D" w:themeColor="text2" w:themeShade="BF"/>
                <w:lang w:eastAsia="en-AU"/>
              </w:rPr>
              <w:t xml:space="preserve">In some detail </w:t>
            </w:r>
            <w:r>
              <w:rPr>
                <w:color w:val="17365D" w:themeColor="text2" w:themeShade="BF"/>
                <w:lang w:eastAsia="en-AU"/>
              </w:rPr>
              <w:t xml:space="preserve">… 3 </w:t>
            </w:r>
            <w:r w:rsidRPr="00980AC7">
              <w:rPr>
                <w:color w:val="17365D" w:themeColor="text2" w:themeShade="BF"/>
                <w:lang w:eastAsia="en-AU"/>
              </w:rPr>
              <w:t>example</w:t>
            </w:r>
            <w:r>
              <w:rPr>
                <w:color w:val="17365D" w:themeColor="text2" w:themeShade="BF"/>
                <w:lang w:eastAsia="en-AU"/>
              </w:rPr>
              <w:t>s</w:t>
            </w:r>
            <w:r w:rsidRPr="00980AC7">
              <w:rPr>
                <w:color w:val="17365D" w:themeColor="text2" w:themeShade="BF"/>
                <w:lang w:eastAsia="en-AU"/>
              </w:rPr>
              <w:t>:</w:t>
            </w:r>
          </w:p>
          <w:p w:rsidR="00F74BF9" w:rsidRPr="00F74BF9" w:rsidRDefault="00F74BF9" w:rsidP="00F74BF9">
            <w:pPr>
              <w:ind w:left="0" w:firstLine="0"/>
              <w:contextualSpacing/>
              <w:rPr>
                <w:color w:val="17365D" w:themeColor="text2" w:themeShade="BF"/>
              </w:rPr>
            </w:pPr>
            <w:r w:rsidRPr="00F74BF9">
              <w:rPr>
                <w:color w:val="17365D" w:themeColor="text2" w:themeShade="BF"/>
              </w:rPr>
              <w:t>4 River sessions with each angler fishing two hours and controlling two hours in each session.</w:t>
            </w:r>
          </w:p>
          <w:p w:rsidR="00F74BF9" w:rsidRPr="00F74BF9" w:rsidRDefault="00F74BF9" w:rsidP="00F74BF9">
            <w:pPr>
              <w:ind w:left="0" w:firstLine="0"/>
              <w:contextualSpacing/>
              <w:rPr>
                <w:color w:val="17365D" w:themeColor="text2" w:themeShade="BF"/>
              </w:rPr>
            </w:pPr>
            <w:r w:rsidRPr="00F74BF9">
              <w:rPr>
                <w:color w:val="17365D" w:themeColor="text2" w:themeShade="BF"/>
              </w:rPr>
              <w:t>4 boat sessions</w:t>
            </w:r>
            <w:r>
              <w:rPr>
                <w:color w:val="17365D" w:themeColor="text2" w:themeShade="BF"/>
              </w:rPr>
              <w:t>.</w:t>
            </w:r>
          </w:p>
          <w:p w:rsidR="00F74BF9" w:rsidRPr="00EB7066" w:rsidRDefault="00F74BF9" w:rsidP="00F74BF9">
            <w:pPr>
              <w:ind w:left="0" w:firstLine="0"/>
              <w:contextualSpacing/>
            </w:pPr>
            <w:r w:rsidRPr="00F74BF9">
              <w:rPr>
                <w:color w:val="17365D" w:themeColor="text2" w:themeShade="BF"/>
              </w:rPr>
              <w:t>2 river sessions with each angler fishing two hours and controlling two hours in each session and 2 boat sessions</w:t>
            </w:r>
            <w:r>
              <w:rPr>
                <w:color w:val="17365D" w:themeColor="text2" w:themeShade="BF"/>
              </w:rPr>
              <w:t>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451"/>
            </w:tblGrid>
            <w:tr w:rsidR="006E6D88" w:rsidRPr="00EB7066" w:rsidTr="006E6D88">
              <w:permStart w:id="4" w:edGrp="everyone" w:colFirst="0" w:colLast="0" w:displacedByCustomXml="next"/>
              <w:sdt>
                <w:sdtPr>
                  <w:rPr>
                    <w:lang w:eastAsia="en-AU"/>
                  </w:rPr>
                  <w:id w:val="154735229"/>
                  <w:placeholder>
                    <w:docPart w:val="DefaultPlaceholder_22675703"/>
                  </w:placeholder>
                  <w:showingPlcHdr/>
                </w:sdtPr>
                <w:sdtContent>
                  <w:tc>
                    <w:tcPr>
                      <w:tcW w:w="10451" w:type="dxa"/>
                    </w:tcPr>
                    <w:p w:rsidR="006E6D88" w:rsidRPr="00EB7066" w:rsidRDefault="00372206" w:rsidP="00372206">
                      <w:pPr>
                        <w:contextualSpacing/>
                        <w:rPr>
                          <w:lang w:eastAsia="en-AU"/>
                        </w:rPr>
                      </w:pPr>
                      <w:r w:rsidRPr="00160FD5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</w:tbl>
          <w:permEnd w:id="4"/>
          <w:p w:rsidR="006E6D88" w:rsidRPr="00EB7066" w:rsidRDefault="006E6D88" w:rsidP="006A1C50">
            <w:pPr>
              <w:contextualSpacing/>
              <w:rPr>
                <w:u w:val="single"/>
              </w:rPr>
            </w:pPr>
            <w:r w:rsidRPr="00EB7066">
              <w:t>',</w:t>
            </w:r>
            <w:r w:rsidRPr="00EB7066">
              <w:rPr>
                <w:u w:val="single"/>
              </w:rPr>
              <w:t xml:space="preserve"> </w:t>
            </w:r>
          </w:p>
          <w:p w:rsidR="006E6D88" w:rsidRDefault="006E6D88" w:rsidP="006A1C50">
            <w:pPr>
              <w:contextualSpacing/>
            </w:pPr>
            <w:r w:rsidRPr="00EB7066">
              <w:rPr>
                <w:u w:val="single"/>
              </w:rPr>
              <w:t>'</w:t>
            </w:r>
            <w:r w:rsidRPr="00EB7066">
              <w:rPr>
                <w:u w:val="single"/>
                <w:lang w:eastAsia="en-AU"/>
              </w:rPr>
              <w:t xml:space="preserve"> </w:t>
            </w:r>
            <w:r w:rsidRPr="00EB7066">
              <w:rPr>
                <w:u w:val="single"/>
              </w:rPr>
              <w:t>Sector/s</w:t>
            </w:r>
            <w:r w:rsidR="006C161C" w:rsidRPr="00EB7066">
              <w:t>'</w:t>
            </w:r>
            <w:r w:rsidRPr="00EB7066">
              <w:t>=&gt; '</w:t>
            </w:r>
          </w:p>
          <w:p w:rsidR="00372206" w:rsidRPr="00980AC7" w:rsidRDefault="00980AC7" w:rsidP="006A1C50">
            <w:pPr>
              <w:contextualSpacing/>
              <w:rPr>
                <w:color w:val="17365D" w:themeColor="text2" w:themeShade="BF"/>
              </w:rPr>
            </w:pPr>
            <w:r>
              <w:rPr>
                <w:rFonts w:cs="Arial"/>
                <w:color w:val="17365D" w:themeColor="text2" w:themeShade="BF"/>
                <w:lang w:eastAsia="en-AU"/>
              </w:rPr>
              <w:t>In some detail list t</w:t>
            </w:r>
            <w:r w:rsidR="00372206" w:rsidRPr="00980AC7">
              <w:rPr>
                <w:rFonts w:cs="Arial"/>
                <w:color w:val="17365D" w:themeColor="text2" w:themeShade="BF"/>
                <w:lang w:eastAsia="en-AU"/>
              </w:rPr>
              <w:t>he waters the competition organisers will be selecting from.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451"/>
            </w:tblGrid>
            <w:tr w:rsidR="00556731" w:rsidRPr="00EB7066" w:rsidTr="00556731">
              <w:permStart w:id="5" w:edGrp="everyone" w:colFirst="0" w:colLast="0" w:displacedByCustomXml="next"/>
              <w:sdt>
                <w:sdtPr>
                  <w:rPr>
                    <w:rFonts w:cs="Arial"/>
                    <w:lang w:eastAsia="en-AU"/>
                  </w:rPr>
                  <w:id w:val="154735230"/>
                  <w:placeholder>
                    <w:docPart w:val="DefaultPlaceholder_22675703"/>
                  </w:placeholder>
                  <w:showingPlcHdr/>
                </w:sdtPr>
                <w:sdtContent>
                  <w:tc>
                    <w:tcPr>
                      <w:tcW w:w="10451" w:type="dxa"/>
                    </w:tcPr>
                    <w:p w:rsidR="00556731" w:rsidRPr="00EB7066" w:rsidRDefault="00372206" w:rsidP="00C750E7">
                      <w:pPr>
                        <w:spacing w:before="100" w:beforeAutospacing="1" w:after="100" w:afterAutospacing="1"/>
                        <w:ind w:left="0" w:firstLine="0"/>
                        <w:contextualSpacing/>
                        <w:rPr>
                          <w:rFonts w:cs="Arial"/>
                          <w:lang w:eastAsia="en-AU"/>
                        </w:rPr>
                      </w:pPr>
                      <w:r w:rsidRPr="00160FD5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  <w:permEnd w:id="5"/>
          </w:tbl>
          <w:p w:rsidR="00556731" w:rsidRPr="00EB7066" w:rsidRDefault="00556731" w:rsidP="006A1C50">
            <w:pPr>
              <w:spacing w:before="100" w:beforeAutospacing="1" w:after="100" w:afterAutospacing="1"/>
              <w:ind w:left="0" w:firstLine="0"/>
              <w:contextualSpacing/>
              <w:rPr>
                <w:rFonts w:cs="Arial"/>
                <w:lang w:eastAsia="en-AU"/>
              </w:rPr>
            </w:pPr>
          </w:p>
        </w:tc>
      </w:tr>
    </w:tbl>
    <w:p w:rsidR="00AC4E65" w:rsidRPr="00EB7066" w:rsidRDefault="00FF603C" w:rsidP="006A1C50">
      <w:pPr>
        <w:contextualSpacing/>
        <w:rPr>
          <w:u w:val="single"/>
        </w:rPr>
      </w:pPr>
      <w:r w:rsidRPr="00EB7066">
        <w:t>',</w:t>
      </w:r>
      <w:r w:rsidRPr="00EB7066">
        <w:rPr>
          <w:u w:val="single"/>
        </w:rPr>
        <w:t xml:space="preserve"> </w:t>
      </w:r>
    </w:p>
    <w:p w:rsidR="001B4725" w:rsidRPr="00EB7066" w:rsidRDefault="001B4725" w:rsidP="006A1C50">
      <w:pPr>
        <w:contextualSpacing/>
        <w:rPr>
          <w:u w:val="single"/>
        </w:rPr>
      </w:pPr>
    </w:p>
    <w:p w:rsidR="00687D47" w:rsidRPr="00EB7066" w:rsidRDefault="00687D47" w:rsidP="006A1C50">
      <w:pPr>
        <w:contextualSpacing/>
      </w:pPr>
    </w:p>
    <w:p w:rsidR="00067CC4" w:rsidRPr="00EB7066" w:rsidRDefault="00067CC4" w:rsidP="006A1C50">
      <w:pPr>
        <w:contextualSpacing/>
      </w:pPr>
    </w:p>
    <w:sectPr w:rsidR="00067CC4" w:rsidRPr="00EB7066" w:rsidSect="000B76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531C3"/>
    <w:multiLevelType w:val="hybridMultilevel"/>
    <w:tmpl w:val="8312C0D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attachedTemplate r:id="rId1"/>
  <w:documentProtection w:edit="readOnly" w:enforcement="1" w:cryptProviderType="rsaFull" w:cryptAlgorithmClass="hash" w:cryptAlgorithmType="typeAny" w:cryptAlgorithmSid="4" w:cryptSpinCount="100000" w:hash="cS/rNi1vpUyMIKUAJAHvoWdpbV4=" w:salt="kRWzCW/OaO2qODh7xitw2A=="/>
  <w:defaultTabStop w:val="720"/>
  <w:drawingGridHorizontalSpacing w:val="110"/>
  <w:displayHorizontalDrawingGridEvery w:val="2"/>
  <w:characterSpacingControl w:val="doNotCompress"/>
  <w:compat/>
  <w:rsids>
    <w:rsidRoot w:val="00687D47"/>
    <w:rsid w:val="00000856"/>
    <w:rsid w:val="000238FE"/>
    <w:rsid w:val="00025EC9"/>
    <w:rsid w:val="00042D8E"/>
    <w:rsid w:val="00043061"/>
    <w:rsid w:val="00046E7A"/>
    <w:rsid w:val="00067CC4"/>
    <w:rsid w:val="0008339F"/>
    <w:rsid w:val="00094F94"/>
    <w:rsid w:val="000B6718"/>
    <w:rsid w:val="000B76DD"/>
    <w:rsid w:val="000D1DA9"/>
    <w:rsid w:val="001705F4"/>
    <w:rsid w:val="001717C9"/>
    <w:rsid w:val="00173154"/>
    <w:rsid w:val="00186CDD"/>
    <w:rsid w:val="001B4725"/>
    <w:rsid w:val="001B78CA"/>
    <w:rsid w:val="001E056C"/>
    <w:rsid w:val="002041A3"/>
    <w:rsid w:val="0027211F"/>
    <w:rsid w:val="002774FE"/>
    <w:rsid w:val="002A24EF"/>
    <w:rsid w:val="002B4353"/>
    <w:rsid w:val="00335A59"/>
    <w:rsid w:val="00342C7F"/>
    <w:rsid w:val="00361964"/>
    <w:rsid w:val="00372206"/>
    <w:rsid w:val="003A4B95"/>
    <w:rsid w:val="003F680F"/>
    <w:rsid w:val="00445B7E"/>
    <w:rsid w:val="00455331"/>
    <w:rsid w:val="00501BCD"/>
    <w:rsid w:val="00536CB7"/>
    <w:rsid w:val="005561B7"/>
    <w:rsid w:val="00556731"/>
    <w:rsid w:val="00580443"/>
    <w:rsid w:val="005946AA"/>
    <w:rsid w:val="005B0813"/>
    <w:rsid w:val="005F73E6"/>
    <w:rsid w:val="006122CE"/>
    <w:rsid w:val="00612BC9"/>
    <w:rsid w:val="00637B7F"/>
    <w:rsid w:val="00680F73"/>
    <w:rsid w:val="00687D47"/>
    <w:rsid w:val="00696CED"/>
    <w:rsid w:val="006A0B00"/>
    <w:rsid w:val="006A1C50"/>
    <w:rsid w:val="006A549F"/>
    <w:rsid w:val="006C161C"/>
    <w:rsid w:val="006C62A6"/>
    <w:rsid w:val="006C7F19"/>
    <w:rsid w:val="006E6D88"/>
    <w:rsid w:val="006F08A0"/>
    <w:rsid w:val="00764EE4"/>
    <w:rsid w:val="007B6D39"/>
    <w:rsid w:val="007F2539"/>
    <w:rsid w:val="0081281F"/>
    <w:rsid w:val="00852556"/>
    <w:rsid w:val="008C3604"/>
    <w:rsid w:val="008E01F6"/>
    <w:rsid w:val="008E21F5"/>
    <w:rsid w:val="00915BEC"/>
    <w:rsid w:val="00921F36"/>
    <w:rsid w:val="0094453B"/>
    <w:rsid w:val="00971F57"/>
    <w:rsid w:val="00980AC7"/>
    <w:rsid w:val="009956FE"/>
    <w:rsid w:val="00A036B6"/>
    <w:rsid w:val="00A17640"/>
    <w:rsid w:val="00A36D16"/>
    <w:rsid w:val="00A52152"/>
    <w:rsid w:val="00A917B9"/>
    <w:rsid w:val="00AB7C1B"/>
    <w:rsid w:val="00AC4E65"/>
    <w:rsid w:val="00B870EF"/>
    <w:rsid w:val="00BD6336"/>
    <w:rsid w:val="00C04C09"/>
    <w:rsid w:val="00C750E7"/>
    <w:rsid w:val="00C9294F"/>
    <w:rsid w:val="00CB1022"/>
    <w:rsid w:val="00D6031A"/>
    <w:rsid w:val="00D86514"/>
    <w:rsid w:val="00DA6922"/>
    <w:rsid w:val="00DB528F"/>
    <w:rsid w:val="00DC20F6"/>
    <w:rsid w:val="00E8443F"/>
    <w:rsid w:val="00E95B18"/>
    <w:rsid w:val="00EA0C30"/>
    <w:rsid w:val="00EB7066"/>
    <w:rsid w:val="00EC3B39"/>
    <w:rsid w:val="00EC4930"/>
    <w:rsid w:val="00ED0271"/>
    <w:rsid w:val="00EF0786"/>
    <w:rsid w:val="00EF5AF9"/>
    <w:rsid w:val="00F358B8"/>
    <w:rsid w:val="00F408BE"/>
    <w:rsid w:val="00F74BF9"/>
    <w:rsid w:val="00F81B53"/>
    <w:rsid w:val="00F86BDC"/>
    <w:rsid w:val="00FB3D5A"/>
    <w:rsid w:val="00FC6382"/>
    <w:rsid w:val="00FF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  <w:ind w:left="720" w:hanging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4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range">
    <w:name w:val="orange"/>
    <w:basedOn w:val="DefaultParagraphFont"/>
    <w:rsid w:val="001705F4"/>
  </w:style>
  <w:style w:type="paragraph" w:styleId="NormalWeb">
    <w:name w:val="Normal (Web)"/>
    <w:basedOn w:val="Normal"/>
    <w:uiPriority w:val="99"/>
    <w:semiHidden/>
    <w:unhideWhenUsed/>
    <w:rsid w:val="002774FE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2774F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38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C20F6"/>
    <w:rPr>
      <w:color w:val="808080"/>
    </w:rPr>
  </w:style>
  <w:style w:type="character" w:styleId="Strong">
    <w:name w:val="Strong"/>
    <w:basedOn w:val="DefaultParagraphFont"/>
    <w:uiPriority w:val="22"/>
    <w:qFormat/>
    <w:rsid w:val="001E056C"/>
    <w:rPr>
      <w:b/>
      <w:bCs/>
    </w:rPr>
  </w:style>
  <w:style w:type="paragraph" w:styleId="ListParagraph">
    <w:name w:val="List Paragraph"/>
    <w:basedOn w:val="Normal"/>
    <w:uiPriority w:val="34"/>
    <w:qFormat/>
    <w:rsid w:val="000238FE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6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Templates\NARROW%20MARGI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B8F3BB-B7C2-4586-91EA-A5BAEDEFB0A5}"/>
      </w:docPartPr>
      <w:docPartBody>
        <w:p w:rsidR="00526365" w:rsidRDefault="00F036C2">
          <w:r w:rsidRPr="00160FD5">
            <w:rPr>
              <w:rStyle w:val="PlaceholderText"/>
            </w:rPr>
            <w:t>Click here to enter text.</w:t>
          </w:r>
        </w:p>
      </w:docPartBody>
    </w:docPart>
    <w:docPart>
      <w:docPartPr>
        <w:name w:val="D1C6461DC196422A8F0490CB69AEB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EF9DC-B15D-4649-A54B-623EC50AAFE4}"/>
      </w:docPartPr>
      <w:docPartBody>
        <w:p w:rsidR="00DB1713" w:rsidRDefault="00526365" w:rsidP="00526365">
          <w:pPr>
            <w:pStyle w:val="D1C6461DC196422A8F0490CB69AEBDE0"/>
          </w:pPr>
          <w:r w:rsidRPr="00EB7066">
            <w:rPr>
              <w:color w:val="1F497D" w:themeColor="text2"/>
            </w:rPr>
            <w:t>Name of chapter</w:t>
          </w:r>
          <w:r>
            <w:rPr>
              <w:color w:val="1F497D" w:themeColor="text2"/>
            </w:rPr>
            <w:t>,</w:t>
          </w:r>
          <w:r w:rsidRPr="00EB7066">
            <w:rPr>
              <w:color w:val="1F497D" w:themeColor="text2"/>
            </w:rPr>
            <w:t xml:space="preserve"> Competition year eg 2013/14</w:t>
          </w:r>
          <w:r>
            <w:rPr>
              <w:color w:val="1F497D" w:themeColor="text2"/>
            </w:rPr>
            <w:t>,</w:t>
          </w:r>
          <w:r w:rsidRPr="00EB7066">
            <w:rPr>
              <w:color w:val="1F497D" w:themeColor="text2"/>
            </w:rPr>
            <w:t xml:space="preserve"> Round number eg 1,2,or 3</w:t>
          </w:r>
          <w:r w:rsidRPr="00160FD5">
            <w:rPr>
              <w:rStyle w:val="PlaceholderText"/>
            </w:rPr>
            <w:t>.</w:t>
          </w:r>
        </w:p>
      </w:docPartBody>
    </w:docPart>
    <w:docPart>
      <w:docPartPr>
        <w:name w:val="51CCF8580C2847D3B18D07076E2344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2FEDB-1BD8-45EB-B75D-55825FAF45FF}"/>
      </w:docPartPr>
      <w:docPartBody>
        <w:p w:rsidR="00DB1713" w:rsidRDefault="00526365" w:rsidP="00526365">
          <w:pPr>
            <w:pStyle w:val="51CCF8580C2847D3B18D07076E23447D"/>
          </w:pPr>
          <w:r w:rsidRPr="00160FD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sDel="0" w:inkAnnotations="0"/>
  <w:defaultTabStop w:val="720"/>
  <w:characterSpacingControl w:val="doNotCompress"/>
  <w:compat>
    <w:useFELayout/>
  </w:compat>
  <w:rsids>
    <w:rsidRoot w:val="00F036C2"/>
    <w:rsid w:val="00071FFF"/>
    <w:rsid w:val="00526365"/>
    <w:rsid w:val="008968AB"/>
    <w:rsid w:val="00DB1713"/>
    <w:rsid w:val="00F03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3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26365"/>
    <w:rPr>
      <w:color w:val="808080"/>
    </w:rPr>
  </w:style>
  <w:style w:type="paragraph" w:customStyle="1" w:styleId="D1C6461DC196422A8F0490CB69AEBDE0">
    <w:name w:val="D1C6461DC196422A8F0490CB69AEBDE0"/>
    <w:rsid w:val="00526365"/>
    <w:pPr>
      <w:ind w:left="720" w:hanging="720"/>
      <w:jc w:val="both"/>
    </w:pPr>
    <w:rPr>
      <w:rFonts w:eastAsiaTheme="minorHAnsi"/>
      <w:lang w:eastAsia="en-US"/>
    </w:rPr>
  </w:style>
  <w:style w:type="paragraph" w:customStyle="1" w:styleId="51CCF8580C2847D3B18D07076E23447D">
    <w:name w:val="51CCF8580C2847D3B18D07076E23447D"/>
    <w:rsid w:val="00526365"/>
    <w:pPr>
      <w:ind w:left="720" w:hanging="720"/>
      <w:jc w:val="both"/>
    </w:pPr>
    <w:rPr>
      <w:rFonts w:eastAsiaTheme="minorHAnsi"/>
      <w:lang w:eastAsia="en-US"/>
    </w:rPr>
  </w:style>
  <w:style w:type="paragraph" w:customStyle="1" w:styleId="DAA5742B7DDA4F4BBF82BD7CEACF5F3D">
    <w:name w:val="DAA5742B7DDA4F4BBF82BD7CEACF5F3D"/>
    <w:rsid w:val="0052636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NARROW MARGIN</Template>
  <TotalTime>2</TotalTime>
  <Pages>1</Pages>
  <Words>171</Words>
  <Characters>976</Characters>
  <Application>Microsoft Office Word</Application>
  <DocSecurity>8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2017-06-30T00:31:00Z</dcterms:created>
  <dcterms:modified xsi:type="dcterms:W3CDTF">2017-06-30T00:31:00Z</dcterms:modified>
</cp:coreProperties>
</file>